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795382">
      <w:bookmarkStart w:id="0" w:name="_GoBack"/>
      <w:bookmarkEnd w:id="0"/>
    </w:p>
    <w:p w14:paraId="14B16EA9" w14:textId="039285CA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8372E7">
        <w:rPr>
          <w:rFonts w:ascii="Arial" w:hAnsi="Arial" w:cs="Arial"/>
          <w:b/>
          <w:szCs w:val="28"/>
          <w:u w:val="single"/>
        </w:rPr>
        <w:t>3</w:t>
      </w:r>
      <w:r w:rsidR="000B2F13">
        <w:rPr>
          <w:rFonts w:ascii="Arial" w:hAnsi="Arial" w:cs="Arial"/>
          <w:b/>
          <w:szCs w:val="28"/>
          <w:u w:val="single"/>
        </w:rPr>
        <w:t>2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2287406E" w:rsidR="00642CB4" w:rsidRDefault="000B2F13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15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 w:rsidR="005164D8">
        <w:rPr>
          <w:rFonts w:ascii="Arial" w:hAnsi="Arial" w:cs="Arial"/>
          <w:b/>
          <w:szCs w:val="28"/>
          <w:u w:val="single"/>
        </w:rPr>
        <w:t>OUTUBRO</w:t>
      </w:r>
      <w:proofErr w:type="gramEnd"/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A75069">
        <w:rPr>
          <w:rFonts w:ascii="Arial" w:hAnsi="Arial" w:cs="Arial"/>
          <w:b/>
          <w:szCs w:val="28"/>
          <w:u w:val="single"/>
        </w:rPr>
        <w:t>5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4142598F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0B2F13">
        <w:rPr>
          <w:rFonts w:ascii="Arial" w:hAnsi="Arial" w:cs="Arial"/>
          <w:caps/>
          <w:szCs w:val="28"/>
        </w:rPr>
        <w:t>15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5164D8">
        <w:rPr>
          <w:rFonts w:ascii="Arial" w:hAnsi="Arial" w:cs="Arial"/>
          <w:caps/>
          <w:szCs w:val="28"/>
        </w:rPr>
        <w:t>OUTUBRO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5164D8">
        <w:rPr>
          <w:rFonts w:ascii="Arial" w:hAnsi="Arial" w:cs="Arial"/>
          <w:caps/>
          <w:szCs w:val="28"/>
        </w:rPr>
        <w:t>3</w:t>
      </w:r>
      <w:r w:rsidR="000B2F13">
        <w:rPr>
          <w:rFonts w:ascii="Arial" w:hAnsi="Arial" w:cs="Arial"/>
          <w:caps/>
          <w:szCs w:val="28"/>
        </w:rPr>
        <w:t>2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5164D8">
        <w:rPr>
          <w:rFonts w:ascii="Arial" w:hAnsi="Arial" w:cs="Arial"/>
          <w:caps/>
          <w:szCs w:val="28"/>
        </w:rPr>
        <w:t>TRIGÉSIMA</w:t>
      </w:r>
      <w:r w:rsidR="00AF5FD8">
        <w:rPr>
          <w:rFonts w:ascii="Arial" w:hAnsi="Arial" w:cs="Arial"/>
          <w:caps/>
          <w:szCs w:val="28"/>
        </w:rPr>
        <w:t xml:space="preserve"> </w:t>
      </w:r>
      <w:r w:rsidR="000B2F13">
        <w:rPr>
          <w:rFonts w:ascii="Arial" w:hAnsi="Arial" w:cs="Arial"/>
          <w:caps/>
          <w:szCs w:val="28"/>
        </w:rPr>
        <w:t>SEGUNDA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E244F6">
        <w:rPr>
          <w:rFonts w:ascii="Arial" w:hAnsi="Arial" w:cs="Arial"/>
          <w:caps/>
          <w:szCs w:val="28"/>
        </w:rPr>
        <w:t>5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E244F6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E244F6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E244F6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7F1648B3" w14:textId="58652245" w:rsidR="00472765" w:rsidRPr="00DB5F7F" w:rsidRDefault="00E244F6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color w:val="FFFFFF" w:themeColor="background1"/>
          <w:szCs w:val="28"/>
          <w:highlight w:val="red"/>
        </w:rPr>
        <w:t>SECRETÁRIA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</w:t>
      </w:r>
      <w:proofErr w:type="spellEnd"/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1457BD78" w14:textId="6E2BB3E0" w:rsidR="00344984" w:rsidRDefault="00197A09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022807">
        <w:rPr>
          <w:rFonts w:ascii="Arial" w:hAnsi="Arial" w:cs="Arial"/>
          <w:caps/>
          <w:szCs w:val="28"/>
        </w:rPr>
        <w:t xml:space="preserve"> </w:t>
      </w:r>
      <w:r w:rsidR="00315DD0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344984">
        <w:rPr>
          <w:rFonts w:ascii="Arial" w:hAnsi="Arial" w:cs="Arial"/>
          <w:szCs w:val="28"/>
        </w:rPr>
        <w:t>O</w:t>
      </w:r>
      <w:r w:rsidR="00A74C88">
        <w:rPr>
          <w:rFonts w:ascii="Arial" w:hAnsi="Arial" w:cs="Arial"/>
          <w:szCs w:val="28"/>
        </w:rPr>
        <w:t xml:space="preserve"> VEREADOR</w:t>
      </w:r>
      <w:r w:rsidR="00315DD0">
        <w:rPr>
          <w:rFonts w:ascii="Arial" w:hAnsi="Arial" w:cs="Arial"/>
          <w:szCs w:val="28"/>
        </w:rPr>
        <w:t xml:space="preserve"> </w:t>
      </w:r>
      <w:r w:rsidR="00EF2E7A">
        <w:rPr>
          <w:rFonts w:ascii="Arial" w:hAnsi="Arial" w:cs="Arial"/>
          <w:szCs w:val="28"/>
        </w:rPr>
        <w:br/>
      </w:r>
      <w:r w:rsidR="000B2F13">
        <w:rPr>
          <w:rFonts w:ascii="Arial" w:hAnsi="Arial" w:cs="Arial"/>
          <w:b/>
          <w:szCs w:val="28"/>
        </w:rPr>
        <w:t>HERNANI BARRETO</w:t>
      </w:r>
      <w:r w:rsidR="008372E7">
        <w:rPr>
          <w:rFonts w:ascii="Arial" w:hAnsi="Arial" w:cs="Arial"/>
          <w:b/>
          <w:szCs w:val="28"/>
        </w:rPr>
        <w:t xml:space="preserve"> </w:t>
      </w:r>
      <w:r w:rsidR="00A74C88">
        <w:rPr>
          <w:rFonts w:ascii="Arial" w:hAnsi="Arial" w:cs="Arial"/>
          <w:szCs w:val="28"/>
        </w:rPr>
        <w:t>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DDC382C" w14:textId="77777777" w:rsidR="00344984" w:rsidRDefault="00344984">
      <w:pPr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szCs w:val="28"/>
        </w:rPr>
        <w:br w:type="page"/>
      </w:r>
    </w:p>
    <w:p w14:paraId="7338C164" w14:textId="07B64988" w:rsidR="00344984" w:rsidRDefault="00344984" w:rsidP="00344984">
      <w:pPr>
        <w:rPr>
          <w:rFonts w:ascii="Arial" w:hAnsi="Arial" w:cs="Arial"/>
          <w:szCs w:val="24"/>
        </w:rPr>
      </w:pPr>
    </w:p>
    <w:p w14:paraId="36631E54" w14:textId="77777777" w:rsidR="000B2F13" w:rsidRDefault="000B2F13" w:rsidP="000B2F13">
      <w:pPr>
        <w:pStyle w:val="PargrafodaLista"/>
        <w:numPr>
          <w:ilvl w:val="0"/>
          <w:numId w:val="4"/>
        </w:numPr>
        <w:tabs>
          <w:tab w:val="left" w:pos="851"/>
        </w:tabs>
        <w:spacing w:before="24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PRESIDENTE anuncia o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ATO SOLENE:</w:t>
      </w:r>
    </w:p>
    <w:p w14:paraId="138F3F34" w14:textId="57934C90" w:rsidR="000B2F13" w:rsidRDefault="000B2F13" w:rsidP="000B2F13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 xml:space="preserve">SENHORES VEREADORES E TODOS AQUELES QUE NOS ASSISTEM, A PARTIR DESTE MOMENTO, PASSAREMOS AO </w:t>
      </w:r>
      <w:r w:rsidRPr="000B2F13">
        <w:rPr>
          <w:rFonts w:ascii="Arial" w:hAnsi="Arial" w:cs="Arial"/>
          <w:b/>
          <w:color w:val="000000" w:themeColor="text1"/>
          <w:szCs w:val="24"/>
        </w:rPr>
        <w:t>ATO SOLENE EM HOMENAGEM AOS VOLUNTÁRIOS QUE PRESTARAM ATENDIMENTO AOS ROMEIROS DE NOSSA SENHORA APARECIDA ­ PADROEIRA DO BRASIL</w:t>
      </w:r>
      <w:r w:rsidRPr="000B2F13">
        <w:rPr>
          <w:rFonts w:ascii="Arial" w:hAnsi="Arial" w:cs="Arial"/>
          <w:color w:val="000000" w:themeColor="text1"/>
          <w:szCs w:val="24"/>
        </w:rPr>
        <w:t>, NOS TERMOS DO DECRETO LEGISLATIVO</w:t>
      </w:r>
      <w:r>
        <w:rPr>
          <w:rFonts w:ascii="Arial" w:hAnsi="Arial" w:cs="Arial"/>
          <w:color w:val="000000" w:themeColor="text1"/>
          <w:szCs w:val="24"/>
        </w:rPr>
        <w:t xml:space="preserve"> </w:t>
      </w:r>
      <w:r w:rsidR="00A823AC">
        <w:rPr>
          <w:rFonts w:ascii="Arial" w:hAnsi="Arial" w:cs="Arial"/>
          <w:color w:val="000000" w:themeColor="text1"/>
          <w:szCs w:val="24"/>
        </w:rPr>
        <w:t>Nº</w:t>
      </w:r>
      <w:r w:rsidRPr="000B2F13">
        <w:rPr>
          <w:rFonts w:ascii="Arial" w:hAnsi="Arial" w:cs="Arial"/>
          <w:color w:val="000000" w:themeColor="text1"/>
          <w:szCs w:val="24"/>
        </w:rPr>
        <w:t xml:space="preserve"> 470, DE 07/06/2023</w:t>
      </w:r>
      <w:r>
        <w:rPr>
          <w:rFonts w:ascii="Arial" w:hAnsi="Arial" w:cs="Arial"/>
          <w:color w:val="000000" w:themeColor="text1"/>
          <w:szCs w:val="24"/>
        </w:rPr>
        <w:t>. ASSIM, PEÇO AO CERIMONIAL DA CASA QUE DESEMPENHE O PROTOCOLO.</w:t>
      </w:r>
    </w:p>
    <w:p w14:paraId="79787AB0" w14:textId="77777777" w:rsidR="000B2F13" w:rsidRDefault="000B2F13" w:rsidP="000B2F13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b/>
          <w:szCs w:val="24"/>
          <w:lang w:eastAsia="ko-KR"/>
        </w:rPr>
      </w:pPr>
    </w:p>
    <w:p w14:paraId="1E07B91C" w14:textId="77777777" w:rsidR="000B2F13" w:rsidRDefault="000B2F13" w:rsidP="000B2F13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>
        <w:rPr>
          <w:rFonts w:ascii="Arial" w:hAnsi="Arial" w:cs="Arial"/>
          <w:b/>
          <w:color w:val="548DD4" w:themeColor="text2" w:themeTint="99"/>
          <w:szCs w:val="24"/>
        </w:rPr>
        <w:t>desempenha suas funções protocolares.</w:t>
      </w:r>
    </w:p>
    <w:p w14:paraId="295534B9" w14:textId="77777777" w:rsidR="000B2F13" w:rsidRDefault="000B2F13" w:rsidP="000B2F13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 solenidade, 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44D476F9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A PRESENÇA DE TODOS...</w:t>
      </w:r>
    </w:p>
    <w:p w14:paraId="25E4F92A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5C377767" w14:textId="77777777" w:rsidR="000B2F13" w:rsidRDefault="000B2F13" w:rsidP="000B2F13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56EC9EA1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SUSPENDO A SESSÃO POR 10 (DEZ) MINUTOS, PARA QUE POSSAMOS FAZER AS FOTOS OFICIAIS.</w:t>
      </w:r>
    </w:p>
    <w:p w14:paraId="4E8E7C20" w14:textId="3AEADD40" w:rsidR="000B2F13" w:rsidRDefault="000B2F13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7373A843" w14:textId="77777777" w:rsidR="000B2F13" w:rsidRDefault="000B2F13" w:rsidP="000B2F13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lastRenderedPageBreak/>
        <w:t>O PRESIDENTE solicita verificação de presença:</w:t>
      </w:r>
    </w:p>
    <w:p w14:paraId="370AF878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RETOMANDO A SESSÃO, PEÇO À 1ª SECRETÁRIA</w:t>
      </w:r>
      <w:r>
        <w:rPr>
          <w:rFonts w:ascii="Arial" w:hAnsi="Arial" w:cs="Arial"/>
          <w:color w:val="FFFFFF" w:themeColor="background1"/>
          <w:szCs w:val="24"/>
        </w:rPr>
        <w:t xml:space="preserve"> </w:t>
      </w:r>
      <w:r>
        <w:rPr>
          <w:rFonts w:ascii="Arial" w:hAnsi="Arial" w:cs="Arial"/>
          <w:szCs w:val="24"/>
        </w:rPr>
        <w:t>QUE PROCEDA À VERIFICAÇÃO DE PRESENÇA.</w:t>
      </w:r>
    </w:p>
    <w:p w14:paraId="5C84E263" w14:textId="1DA089E5" w:rsidR="005F3E12" w:rsidRDefault="005F3E12">
      <w:pPr>
        <w:rPr>
          <w:rFonts w:ascii="Arial" w:hAnsi="Arial" w:cs="Arial"/>
          <w:szCs w:val="24"/>
        </w:rPr>
      </w:pPr>
    </w:p>
    <w:p w14:paraId="2802239E" w14:textId="77777777" w:rsidR="001E2876" w:rsidRPr="003058CD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22680FF4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7AE71E7D" w14:textId="0C428E00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="00E244F6">
        <w:rPr>
          <w:rFonts w:ascii="Arial" w:hAnsi="Arial" w:cs="Arial"/>
          <w:szCs w:val="24"/>
          <w:lang w:eastAsia="ko-KR"/>
        </w:rPr>
        <w:t xml:space="preserve"> À 1ª SECRETÁRIA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0F899939" w14:textId="50FA4CCE" w:rsidR="001E2876" w:rsidRPr="00326D37" w:rsidRDefault="00E244F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1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 1ª SECRETÁRIA</w:t>
      </w:r>
      <w:r w:rsidR="0076297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1"/>
    </w:p>
    <w:p w14:paraId="2CC7E445" w14:textId="77777777" w:rsidR="001E2876" w:rsidRPr="003058CD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40F8CDF" w14:textId="77777777" w:rsidR="0046394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  <w:r w:rsidR="00E5674F">
        <w:rPr>
          <w:rFonts w:ascii="Arial" w:hAnsi="Arial" w:cs="Arial"/>
          <w:caps/>
          <w:szCs w:val="24"/>
          <w:lang w:eastAsia="ko-KR"/>
        </w:rPr>
        <w:t xml:space="preserve"> </w:t>
      </w:r>
    </w:p>
    <w:p w14:paraId="0B8CE643" w14:textId="239C2B1E" w:rsidR="001E2876" w:rsidRPr="00940241" w:rsidRDefault="00281CD0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green"/>
          <w:lang w:eastAsia="ko-KR"/>
        </w:rPr>
        <w:t>PEÇO QUE AQUELES QUE DESEJEM DISCUTIR O PROJETO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,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se inscrev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am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no sistema</w:t>
      </w:r>
      <w:r>
        <w:rPr>
          <w:rFonts w:ascii="Arial" w:hAnsi="Arial" w:cs="Arial"/>
          <w:caps/>
          <w:szCs w:val="24"/>
          <w:lang w:eastAsia="ko-KR"/>
        </w:rPr>
        <w:t>.</w:t>
      </w:r>
    </w:p>
    <w:p w14:paraId="376A5ED9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2"/>
    </w:p>
    <w:p w14:paraId="06C581C1" w14:textId="74C3329C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34DF2472" w14:textId="0E90276D" w:rsidR="00E5674F" w:rsidRPr="00A517E5" w:rsidRDefault="00E5674F" w:rsidP="00281CD0">
      <w:pPr>
        <w:pStyle w:val="PargrafodaLista"/>
        <w:pBdr>
          <w:top w:val="single" w:sz="4" w:space="1" w:color="auto"/>
        </w:pBdr>
        <w:spacing w:line="360" w:lineRule="auto"/>
        <w:ind w:left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7B4A86E9" w14:textId="2E5BBC59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620F7133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3"/>
    </w:p>
    <w:p w14:paraId="05769230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D2FB0E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4"/>
    </w:p>
    <w:p w14:paraId="28F603BB" w14:textId="13D85FE4" w:rsidR="001E2876" w:rsidRPr="00092897" w:rsidRDefault="001E2876" w:rsidP="00281CD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131F2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8)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7593DDA9" w:rsidR="001E2876" w:rsidRPr="00326D37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E244F6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a 1ª SECRETÁRIA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281CD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131F26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14)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643BF398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1D0BDC6" w14:textId="77777777" w:rsidR="00E5674F" w:rsidRPr="00945B9B" w:rsidRDefault="00E5674F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  <w:lang w:eastAsia="ko-KR"/>
        </w:rPr>
      </w:pPr>
      <w:r w:rsidRPr="00945B9B">
        <w:rPr>
          <w:rFonts w:ascii="Arial" w:hAnsi="Arial" w:cs="Arial"/>
          <w:b/>
          <w:szCs w:val="24"/>
          <w:lang w:eastAsia="ko-KR"/>
        </w:rPr>
        <w:t>O Presidente confere se todos votaram e informa:</w:t>
      </w:r>
    </w:p>
    <w:p w14:paraId="200D51C3" w14:textId="77777777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39684CFE" w14:textId="77777777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7777777" w:rsidR="001E2876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627ECE3" w14:textId="77777777" w:rsidR="00281CD0" w:rsidRDefault="00281CD0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5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5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517EAD11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E244F6">
        <w:rPr>
          <w:rFonts w:ascii="Arial" w:hAnsi="Arial" w:cs="Arial"/>
          <w:szCs w:val="28"/>
        </w:rPr>
        <w:t xml:space="preserve">À 1ª SECRETÁRIA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lê</w:t>
      </w:r>
      <w:proofErr w:type="spellEnd"/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56AE4D80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E40A35">
        <w:rPr>
          <w:rFonts w:ascii="Arial" w:hAnsi="Arial" w:cs="Arial"/>
          <w:szCs w:val="28"/>
          <w:highlight w:val="yellow"/>
          <w:lang w:eastAsia="ko-KR"/>
        </w:rPr>
        <w:t>a</w:t>
      </w:r>
      <w:r w:rsidR="00E244F6">
        <w:rPr>
          <w:rFonts w:ascii="Arial" w:hAnsi="Arial" w:cs="Arial"/>
          <w:szCs w:val="28"/>
          <w:highlight w:val="yellow"/>
          <w:lang w:eastAsia="ko-KR"/>
        </w:rPr>
        <w:t xml:space="preserve"> 1ª SECRETÁRIA</w:t>
      </w:r>
      <w:r w:rsidR="00E40A35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7AB00746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</w:t>
      </w:r>
      <w:r w:rsidR="00530880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131F26">
        <w:rPr>
          <w:rFonts w:ascii="Arial" w:hAnsi="Arial" w:cs="Arial"/>
          <w:color w:val="FF0000"/>
          <w:szCs w:val="28"/>
          <w:lang w:eastAsia="ko-KR"/>
        </w:rPr>
        <w:t>15.7)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131F26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15.4)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6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2632E98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131F26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15.4)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6"/>
      <w:bookmarkEnd w:id="7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FF30C86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45BC72DE" w14:textId="6B23AD52" w:rsidR="00C35E91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8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8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9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9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131F26">
        <w:rPr>
          <w:rFonts w:ascii="Arial" w:hAnsi="Arial" w:cs="Arial"/>
          <w:color w:val="FF0000"/>
          <w:szCs w:val="28"/>
          <w:lang w:eastAsia="ko-KR"/>
        </w:rPr>
        <w:t>16.7)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131F26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16.4)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131F26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16.4)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10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10"/>
    </w:p>
    <w:p w14:paraId="5407FEAD" w14:textId="77777777" w:rsidR="003058CD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73354B9A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5EA23759" w14:textId="77777777" w:rsidR="0028343C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1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1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05225B73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E40A35">
        <w:rPr>
          <w:rFonts w:ascii="Arial" w:hAnsi="Arial" w:cs="Arial"/>
          <w:caps/>
          <w:szCs w:val="28"/>
          <w:lang w:eastAsia="ko-KR"/>
        </w:rPr>
        <w:t>à</w:t>
      </w:r>
      <w:r w:rsidR="00E244F6">
        <w:rPr>
          <w:rFonts w:ascii="Arial" w:hAnsi="Arial" w:cs="Arial"/>
          <w:caps/>
          <w:szCs w:val="28"/>
          <w:lang w:eastAsia="ko-KR"/>
        </w:rPr>
        <w:t xml:space="preserve"> 1ª SECRETÁRIA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121AEF7F" w:rsidR="00655D82" w:rsidRPr="00FC5D80" w:rsidRDefault="00E244F6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E40A35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593042EC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C58EBA9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DC0FC1">
        <w:rPr>
          <w:rFonts w:ascii="Arial" w:hAnsi="Arial" w:cs="Arial"/>
          <w:szCs w:val="28"/>
          <w:lang w:eastAsia="ko-KR"/>
        </w:rPr>
        <w:t>À</w:t>
      </w:r>
      <w:r w:rsidR="00E244F6">
        <w:rPr>
          <w:rFonts w:ascii="Arial" w:hAnsi="Arial" w:cs="Arial"/>
          <w:szCs w:val="28"/>
          <w:lang w:eastAsia="ko-KR"/>
        </w:rPr>
        <w:t xml:space="preserve"> 1ª SECRETÁRIA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5B65981" w:rsidR="00A03804" w:rsidRPr="00FC5D80" w:rsidRDefault="00E244F6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 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692B299B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a </w:t>
      </w:r>
      <w:r w:rsidR="00E244F6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0C098BDF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7F6C3F">
        <w:rPr>
          <w:rFonts w:ascii="Arial" w:hAnsi="Arial" w:cs="Arial"/>
          <w:szCs w:val="28"/>
          <w:lang w:eastAsia="ko-KR"/>
        </w:rPr>
        <w:t>15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DC2592">
        <w:rPr>
          <w:rFonts w:ascii="Arial" w:hAnsi="Arial" w:cs="Arial"/>
          <w:szCs w:val="28"/>
          <w:lang w:eastAsia="ko-KR"/>
        </w:rPr>
        <w:t>OUTUBRO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DC2592">
        <w:rPr>
          <w:rFonts w:ascii="Arial" w:hAnsi="Arial" w:cs="Arial"/>
          <w:szCs w:val="28"/>
          <w:lang w:eastAsia="ko-KR"/>
        </w:rPr>
        <w:t>3</w:t>
      </w:r>
      <w:r w:rsidR="007F6C3F">
        <w:rPr>
          <w:rFonts w:ascii="Arial" w:hAnsi="Arial" w:cs="Arial"/>
          <w:szCs w:val="28"/>
          <w:lang w:eastAsia="ko-KR"/>
        </w:rPr>
        <w:t>2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DC2592">
        <w:rPr>
          <w:rFonts w:ascii="Arial" w:hAnsi="Arial" w:cs="Arial"/>
          <w:szCs w:val="28"/>
          <w:lang w:eastAsia="ko-KR"/>
        </w:rPr>
        <w:t>TRIGÉSIMA</w:t>
      </w:r>
      <w:r w:rsidR="008372E7">
        <w:rPr>
          <w:rFonts w:ascii="Arial" w:hAnsi="Arial" w:cs="Arial"/>
          <w:szCs w:val="28"/>
          <w:lang w:eastAsia="ko-KR"/>
        </w:rPr>
        <w:t xml:space="preserve"> </w:t>
      </w:r>
      <w:r w:rsidR="007F6C3F">
        <w:rPr>
          <w:rFonts w:ascii="Arial" w:hAnsi="Arial" w:cs="Arial"/>
          <w:szCs w:val="28"/>
          <w:lang w:eastAsia="ko-KR"/>
        </w:rPr>
        <w:t>SEGUNDA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DC0FC1">
        <w:rPr>
          <w:rFonts w:ascii="Arial" w:hAnsi="Arial" w:cs="Arial"/>
          <w:szCs w:val="28"/>
          <w:lang w:eastAsia="ko-KR"/>
        </w:rPr>
        <w:t>5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71376ABA" w14:textId="55919D18" w:rsidR="008F36E0" w:rsidRDefault="00FC5D80" w:rsidP="00945B9B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DC0FC1">
        <w:rPr>
          <w:rFonts w:ascii="Arial" w:hAnsi="Arial" w:cs="Arial"/>
          <w:szCs w:val="24"/>
        </w:rPr>
        <w:t>À</w:t>
      </w:r>
      <w:r w:rsidR="00E244F6">
        <w:rPr>
          <w:rFonts w:ascii="Arial" w:hAnsi="Arial" w:cs="Arial"/>
          <w:szCs w:val="24"/>
        </w:rPr>
        <w:t xml:space="preserve"> 1ª SECRETÁRIA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  <w:r w:rsidR="004B445F">
        <w:rPr>
          <w:rFonts w:ascii="Arial" w:hAnsi="Arial" w:cs="Arial"/>
          <w:szCs w:val="24"/>
        </w:rPr>
        <w:t xml:space="preserve"> </w:t>
      </w:r>
    </w:p>
    <w:sectPr w:rsidR="008F36E0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332BF1A0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5164D8">
      <w:rPr>
        <w:rFonts w:ascii="Arial" w:hAnsi="Arial" w:cs="Arial"/>
        <w:b/>
        <w:sz w:val="20"/>
        <w:u w:val="single"/>
      </w:rPr>
      <w:t>3</w:t>
    </w:r>
    <w:r w:rsidR="000B2F13">
      <w:rPr>
        <w:rFonts w:ascii="Arial" w:hAnsi="Arial" w:cs="Arial"/>
        <w:b/>
        <w:sz w:val="20"/>
        <w:u w:val="single"/>
      </w:rPr>
      <w:t>2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0B2F13">
      <w:rPr>
        <w:rFonts w:ascii="Arial" w:hAnsi="Arial" w:cs="Arial"/>
        <w:b/>
        <w:sz w:val="20"/>
        <w:u w:val="single"/>
      </w:rPr>
      <w:t>15</w:t>
    </w:r>
    <w:r w:rsidR="00D11E22">
      <w:rPr>
        <w:rFonts w:ascii="Arial" w:hAnsi="Arial" w:cs="Arial"/>
        <w:b/>
        <w:sz w:val="20"/>
        <w:u w:val="single"/>
      </w:rPr>
      <w:t>/</w:t>
    </w:r>
    <w:r w:rsidR="005164D8">
      <w:rPr>
        <w:rFonts w:ascii="Arial" w:hAnsi="Arial" w:cs="Arial"/>
        <w:b/>
        <w:sz w:val="20"/>
        <w:u w:val="single"/>
      </w:rPr>
      <w:t>10</w:t>
    </w:r>
    <w:r w:rsidR="00FC215C">
      <w:rPr>
        <w:rFonts w:ascii="Arial" w:hAnsi="Arial" w:cs="Arial"/>
        <w:b/>
        <w:sz w:val="20"/>
        <w:u w:val="single"/>
      </w:rPr>
      <w:t>/202</w:t>
    </w:r>
    <w:r w:rsidR="00E244F6">
      <w:rPr>
        <w:rFonts w:ascii="Arial" w:hAnsi="Arial" w:cs="Arial"/>
        <w:b/>
        <w:sz w:val="20"/>
        <w:u w:val="single"/>
      </w:rPr>
      <w:t>5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131F26">
      <w:rPr>
        <w:rFonts w:ascii="Arial" w:hAnsi="Arial" w:cs="Arial"/>
        <w:b/>
        <w:noProof/>
        <w:sz w:val="20"/>
        <w:u w:val="single"/>
      </w:rPr>
      <w:t>9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07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4595"/>
    <w:rsid w:val="00005218"/>
    <w:rsid w:val="00006E38"/>
    <w:rsid w:val="000077D0"/>
    <w:rsid w:val="00010575"/>
    <w:rsid w:val="000114E0"/>
    <w:rsid w:val="00011642"/>
    <w:rsid w:val="000117AD"/>
    <w:rsid w:val="00011BE4"/>
    <w:rsid w:val="0001261A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0340"/>
    <w:rsid w:val="00054480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6438"/>
    <w:rsid w:val="000978AC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2F13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B8F"/>
    <w:rsid w:val="000E0D23"/>
    <w:rsid w:val="000E283C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1F26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1C57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06A"/>
    <w:rsid w:val="00172C0D"/>
    <w:rsid w:val="00172E4D"/>
    <w:rsid w:val="00172E81"/>
    <w:rsid w:val="00173974"/>
    <w:rsid w:val="00175B96"/>
    <w:rsid w:val="00180135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71C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A03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5AE"/>
    <w:rsid w:val="00262F5C"/>
    <w:rsid w:val="002630DD"/>
    <w:rsid w:val="002635E2"/>
    <w:rsid w:val="0026460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1CD0"/>
    <w:rsid w:val="0028343C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25C2"/>
    <w:rsid w:val="00334549"/>
    <w:rsid w:val="00337040"/>
    <w:rsid w:val="00337B4D"/>
    <w:rsid w:val="00340832"/>
    <w:rsid w:val="00341E31"/>
    <w:rsid w:val="003429BA"/>
    <w:rsid w:val="0034330D"/>
    <w:rsid w:val="00344655"/>
    <w:rsid w:val="00344984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5CDC"/>
    <w:rsid w:val="0038712B"/>
    <w:rsid w:val="00390AC0"/>
    <w:rsid w:val="00390EF2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0CC"/>
    <w:rsid w:val="003C1127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C50"/>
    <w:rsid w:val="00463946"/>
    <w:rsid w:val="00463BCC"/>
    <w:rsid w:val="00464459"/>
    <w:rsid w:val="0046559F"/>
    <w:rsid w:val="004669CE"/>
    <w:rsid w:val="0046733D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A389D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38CA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B13"/>
    <w:rsid w:val="004D6CFE"/>
    <w:rsid w:val="004E172D"/>
    <w:rsid w:val="004E17D6"/>
    <w:rsid w:val="004E2410"/>
    <w:rsid w:val="004E2D9E"/>
    <w:rsid w:val="004E46DA"/>
    <w:rsid w:val="004E4D6F"/>
    <w:rsid w:val="004E4E99"/>
    <w:rsid w:val="004E6821"/>
    <w:rsid w:val="004E732C"/>
    <w:rsid w:val="004F004D"/>
    <w:rsid w:val="004F1E47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2340"/>
    <w:rsid w:val="0051315E"/>
    <w:rsid w:val="0051398B"/>
    <w:rsid w:val="00514241"/>
    <w:rsid w:val="00514297"/>
    <w:rsid w:val="00514A5F"/>
    <w:rsid w:val="005157E5"/>
    <w:rsid w:val="00515F73"/>
    <w:rsid w:val="005164D8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3EA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4FFA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830"/>
    <w:rsid w:val="005F0CBC"/>
    <w:rsid w:val="005F1937"/>
    <w:rsid w:val="005F2754"/>
    <w:rsid w:val="005F296B"/>
    <w:rsid w:val="005F368A"/>
    <w:rsid w:val="005F3E12"/>
    <w:rsid w:val="005F46C1"/>
    <w:rsid w:val="005F4AD8"/>
    <w:rsid w:val="005F4BB3"/>
    <w:rsid w:val="00600AB0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3B0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18E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4BFD"/>
    <w:rsid w:val="00715AB1"/>
    <w:rsid w:val="00715F74"/>
    <w:rsid w:val="00717B10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3EC6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3B5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382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F1836"/>
    <w:rsid w:val="007F246A"/>
    <w:rsid w:val="007F27EB"/>
    <w:rsid w:val="007F355C"/>
    <w:rsid w:val="007F44BA"/>
    <w:rsid w:val="007F48AE"/>
    <w:rsid w:val="007F53B4"/>
    <w:rsid w:val="007F5D6A"/>
    <w:rsid w:val="007F6C3F"/>
    <w:rsid w:val="007F6E22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60C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2E7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6975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B7BDD"/>
    <w:rsid w:val="008C39D0"/>
    <w:rsid w:val="008C4913"/>
    <w:rsid w:val="008C5F11"/>
    <w:rsid w:val="008C618F"/>
    <w:rsid w:val="008C643B"/>
    <w:rsid w:val="008C6D45"/>
    <w:rsid w:val="008D0AF3"/>
    <w:rsid w:val="008D173B"/>
    <w:rsid w:val="008D1BCA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36E0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0AE8"/>
    <w:rsid w:val="00921D43"/>
    <w:rsid w:val="009221BE"/>
    <w:rsid w:val="00923E81"/>
    <w:rsid w:val="00924048"/>
    <w:rsid w:val="009242B1"/>
    <w:rsid w:val="009246E0"/>
    <w:rsid w:val="00924F2B"/>
    <w:rsid w:val="009262BA"/>
    <w:rsid w:val="00927FB9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5B9B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546E"/>
    <w:rsid w:val="00A27F88"/>
    <w:rsid w:val="00A30354"/>
    <w:rsid w:val="00A32CF7"/>
    <w:rsid w:val="00A336FF"/>
    <w:rsid w:val="00A344AC"/>
    <w:rsid w:val="00A34879"/>
    <w:rsid w:val="00A34B32"/>
    <w:rsid w:val="00A34CC5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7E5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670"/>
    <w:rsid w:val="00A70B49"/>
    <w:rsid w:val="00A71272"/>
    <w:rsid w:val="00A71736"/>
    <w:rsid w:val="00A71998"/>
    <w:rsid w:val="00A71AA2"/>
    <w:rsid w:val="00A73CE4"/>
    <w:rsid w:val="00A74C88"/>
    <w:rsid w:val="00A75069"/>
    <w:rsid w:val="00A75743"/>
    <w:rsid w:val="00A75F2E"/>
    <w:rsid w:val="00A762D5"/>
    <w:rsid w:val="00A77ACF"/>
    <w:rsid w:val="00A77C24"/>
    <w:rsid w:val="00A77D44"/>
    <w:rsid w:val="00A8179E"/>
    <w:rsid w:val="00A823AC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5FE"/>
    <w:rsid w:val="00AC7E65"/>
    <w:rsid w:val="00AD0F88"/>
    <w:rsid w:val="00AD235D"/>
    <w:rsid w:val="00AD3968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5FD8"/>
    <w:rsid w:val="00AF69E4"/>
    <w:rsid w:val="00B0049D"/>
    <w:rsid w:val="00B00633"/>
    <w:rsid w:val="00B01D55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9C8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3A25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DC2"/>
    <w:rsid w:val="00BD0F92"/>
    <w:rsid w:val="00BD18C8"/>
    <w:rsid w:val="00BD1BAA"/>
    <w:rsid w:val="00BD1C41"/>
    <w:rsid w:val="00BD23BD"/>
    <w:rsid w:val="00BD34B4"/>
    <w:rsid w:val="00BD3C47"/>
    <w:rsid w:val="00BD3F72"/>
    <w:rsid w:val="00BD443B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0F71"/>
    <w:rsid w:val="00BF1668"/>
    <w:rsid w:val="00BF1821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4EE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1D0"/>
    <w:rsid w:val="00C23633"/>
    <w:rsid w:val="00C24140"/>
    <w:rsid w:val="00C248A1"/>
    <w:rsid w:val="00C259B2"/>
    <w:rsid w:val="00C279C5"/>
    <w:rsid w:val="00C3265B"/>
    <w:rsid w:val="00C33E63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1644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67547"/>
    <w:rsid w:val="00D7009C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592"/>
    <w:rsid w:val="00DC2C50"/>
    <w:rsid w:val="00DC3BE6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570D"/>
    <w:rsid w:val="00E26058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3742C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0A47"/>
    <w:rsid w:val="00E51B28"/>
    <w:rsid w:val="00E53063"/>
    <w:rsid w:val="00E538B8"/>
    <w:rsid w:val="00E53ED1"/>
    <w:rsid w:val="00E54DD9"/>
    <w:rsid w:val="00E5595D"/>
    <w:rsid w:val="00E56115"/>
    <w:rsid w:val="00E5674F"/>
    <w:rsid w:val="00E57B6A"/>
    <w:rsid w:val="00E603C2"/>
    <w:rsid w:val="00E606F5"/>
    <w:rsid w:val="00E61158"/>
    <w:rsid w:val="00E62DB4"/>
    <w:rsid w:val="00E632AD"/>
    <w:rsid w:val="00E63735"/>
    <w:rsid w:val="00E63DFA"/>
    <w:rsid w:val="00E65220"/>
    <w:rsid w:val="00E65B84"/>
    <w:rsid w:val="00E66072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379"/>
    <w:rsid w:val="00EC6C18"/>
    <w:rsid w:val="00EC6FAA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2E7A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358D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01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46E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71B30-5C35-4105-820F-886E1A4A3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524</TotalTime>
  <Pages>9</Pages>
  <Words>1362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161</cp:revision>
  <cp:lastPrinted>2025-10-14T18:07:00Z</cp:lastPrinted>
  <dcterms:created xsi:type="dcterms:W3CDTF">2024-10-15T16:10:00Z</dcterms:created>
  <dcterms:modified xsi:type="dcterms:W3CDTF">2025-10-14T18:08:00Z</dcterms:modified>
</cp:coreProperties>
</file>